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0C51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607BCA" w:rsidRDefault="00F862D6" w:rsidP="0077673A">
            <w:r w:rsidRPr="00607BCA">
              <w:t>Naše zn.</w:t>
            </w:r>
          </w:p>
        </w:tc>
        <w:tc>
          <w:tcPr>
            <w:tcW w:w="2552" w:type="dxa"/>
          </w:tcPr>
          <w:p w:rsidR="00F862D6" w:rsidRPr="00607BCA" w:rsidRDefault="00D14151" w:rsidP="0037111D">
            <w:r w:rsidRPr="00D14151">
              <w:rPr>
                <w:rFonts w:ascii="Helvetica" w:hAnsi="Helvetica" w:cs="Helvetica"/>
              </w:rPr>
              <w:t>10360/2020-SŽ-SSV-Ú3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D608D2">
        <w:trPr>
          <w:trHeight w:val="64"/>
        </w:trPr>
        <w:tc>
          <w:tcPr>
            <w:tcW w:w="1020" w:type="dxa"/>
          </w:tcPr>
          <w:p w:rsidR="00F862D6" w:rsidRPr="00607BCA" w:rsidRDefault="00F862D6" w:rsidP="0077673A">
            <w:r w:rsidRPr="00607BCA">
              <w:t>Listů/příloh</w:t>
            </w:r>
          </w:p>
        </w:tc>
        <w:tc>
          <w:tcPr>
            <w:tcW w:w="2552" w:type="dxa"/>
          </w:tcPr>
          <w:p w:rsidR="00F862D6" w:rsidRPr="00607BCA" w:rsidRDefault="00607BCA" w:rsidP="00607BCA">
            <w:r w:rsidRPr="00607BCA">
              <w:t>1</w:t>
            </w:r>
            <w:r w:rsidR="002F0F4D" w:rsidRPr="00607BCA">
              <w:t>/</w:t>
            </w:r>
            <w:r w:rsidRPr="00607BCA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80435F" w:rsidRDefault="009A7568" w:rsidP="009A7568">
            <w:r w:rsidRPr="0080435F">
              <w:t>Datum</w:t>
            </w:r>
          </w:p>
        </w:tc>
        <w:tc>
          <w:tcPr>
            <w:tcW w:w="2552" w:type="dxa"/>
          </w:tcPr>
          <w:p w:rsidR="009A7568" w:rsidRPr="0080435F" w:rsidRDefault="00D14151" w:rsidP="00D14151">
            <w:bookmarkStart w:id="0" w:name="Datum"/>
            <w:r>
              <w:t>6</w:t>
            </w:r>
            <w:r w:rsidR="00871912" w:rsidRPr="0080435F">
              <w:t xml:space="preserve">. </w:t>
            </w:r>
            <w:r w:rsidR="00B07309">
              <w:t>ř</w:t>
            </w:r>
            <w:r>
              <w:t>íjna</w:t>
            </w:r>
            <w:r w:rsidR="00871912" w:rsidRPr="0080435F">
              <w:t xml:space="preserve"> 2020 </w:t>
            </w:r>
            <w:r w:rsidR="009A7568" w:rsidRPr="0080435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7E1CEE" w:rsidRDefault="007E1CE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</w:t>
      </w:r>
      <w:r w:rsidRPr="00112DF2">
        <w:rPr>
          <w:rFonts w:eastAsia="Calibri" w:cs="Times New Roman"/>
          <w:lang w:eastAsia="cs-CZ"/>
        </w:rPr>
        <w:t>tace č</w:t>
      </w:r>
      <w:r w:rsidR="0092166E" w:rsidRPr="00112DF2">
        <w:rPr>
          <w:rFonts w:eastAsia="Calibri" w:cs="Times New Roman"/>
          <w:lang w:eastAsia="cs-CZ"/>
        </w:rPr>
        <w:t xml:space="preserve">. </w:t>
      </w:r>
      <w:r w:rsidR="00115532">
        <w:rPr>
          <w:rFonts w:eastAsia="Calibri" w:cs="Times New Roman"/>
          <w:lang w:eastAsia="cs-CZ"/>
        </w:rPr>
        <w:t>2</w:t>
      </w:r>
      <w:r w:rsidR="00D14151">
        <w:rPr>
          <w:rFonts w:eastAsia="Calibri" w:cs="Times New Roman"/>
          <w:lang w:eastAsia="cs-CZ"/>
        </w:rPr>
        <w:t>7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F65E59" w:rsidRP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2F0F4D">
        <w:rPr>
          <w:rFonts w:ascii="Verdana" w:eastAsia="Times New Roman" w:hAnsi="Verdana" w:cs="Times New Roman"/>
          <w:lang w:eastAsia="cs-CZ"/>
        </w:rPr>
        <w:t>Zadavatel tímto podává vysvětlení/ změnu/ doplnění zadávací dokumentace k výše uvedené veřejné zakázce bez předchozí žádosti.</w:t>
      </w:r>
    </w:p>
    <w:p w:rsidR="00607BCA" w:rsidRDefault="00607BCA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A4609D" w:rsidRPr="00A4609D" w:rsidRDefault="00A4609D" w:rsidP="00607BC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Vzhledem ke skutečnosti, </w:t>
      </w:r>
      <w:bookmarkStart w:id="1" w:name="_GoBack"/>
      <w:bookmarkEnd w:id="1"/>
      <w:r w:rsidRPr="00A4609D">
        <w:rPr>
          <w:rFonts w:ascii="Verdana" w:eastAsia="Times New Roman" w:hAnsi="Verdana" w:cs="Times New Roman"/>
          <w:lang w:eastAsia="cs-CZ"/>
        </w:rPr>
        <w:t xml:space="preserve">že zadavatel připravuje provedení 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A4609D">
        <w:rPr>
          <w:rFonts w:ascii="Verdana" w:eastAsia="Times New Roman" w:hAnsi="Verdana" w:cs="Times New Roman"/>
          <w:lang w:eastAsia="cs-CZ"/>
        </w:rPr>
        <w:t xml:space="preserve">, postupuje zadavatel v souladu s ust. § 99 odst. 2 ZZVZ a prodlužuje lhůtu pro podání nabídek ze dne </w:t>
      </w:r>
      <w:r w:rsidR="00D14151">
        <w:rPr>
          <w:rFonts w:ascii="Verdana" w:eastAsia="Times New Roman" w:hAnsi="Verdana" w:cs="Times New Roman"/>
          <w:b/>
          <w:bCs/>
          <w:lang w:eastAsia="cs-CZ"/>
        </w:rPr>
        <w:t>14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 xml:space="preserve">. </w:t>
      </w:r>
      <w:r w:rsidR="00D14151">
        <w:rPr>
          <w:rFonts w:ascii="Verdana" w:eastAsia="Times New Roman" w:hAnsi="Verdana" w:cs="Times New Roman"/>
          <w:b/>
          <w:bCs/>
          <w:lang w:eastAsia="cs-CZ"/>
        </w:rPr>
        <w:t>10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na den </w:t>
      </w:r>
      <w:r w:rsidR="00D14151">
        <w:rPr>
          <w:rFonts w:ascii="Verdana" w:eastAsia="Times New Roman" w:hAnsi="Verdana" w:cs="Times New Roman"/>
          <w:b/>
          <w:lang w:eastAsia="cs-CZ"/>
        </w:rPr>
        <w:t>30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 w:rsidRPr="002F0F4D">
        <w:rPr>
          <w:rFonts w:ascii="Verdana" w:eastAsia="Times New Roman" w:hAnsi="Verdana" w:cs="Times New Roman"/>
          <w:b/>
          <w:lang w:eastAsia="cs-CZ"/>
        </w:rPr>
        <w:t xml:space="preserve"> 10</w:t>
      </w:r>
      <w:r w:rsidRPr="002F0F4D">
        <w:rPr>
          <w:rFonts w:ascii="Verdana" w:eastAsia="Times New Roman" w:hAnsi="Verdana" w:cs="Times New Roman"/>
          <w:b/>
          <w:bCs/>
          <w:lang w:eastAsia="cs-CZ"/>
        </w:rPr>
        <w:t>.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 xml:space="preserve"> 2020</w:t>
      </w:r>
      <w:r w:rsidRPr="00A4609D">
        <w:rPr>
          <w:rFonts w:ascii="Verdana" w:eastAsia="Times New Roman" w:hAnsi="Verdana" w:cs="Times New Roman"/>
          <w:lang w:eastAsia="cs-CZ"/>
        </w:rPr>
        <w:t>.</w:t>
      </w:r>
    </w:p>
    <w:p w:rsidR="00E654C4" w:rsidRPr="00A4609D" w:rsidRDefault="00E654C4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AC586A" w:rsidRPr="00A4609D" w:rsidRDefault="00AC586A" w:rsidP="00AC586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A4609D">
          <w:rPr>
            <w:rStyle w:val="Hypertextovodkaz"/>
            <w:rFonts w:ascii="Verdana" w:eastAsia="Times New Roman" w:hAnsi="Verdana" w:cs="Times New Roman"/>
            <w:color w:val="0000FF"/>
            <w:lang w:eastAsia="cs-CZ"/>
          </w:rPr>
          <w:t>www.vestnikverejnychzakazek.cz</w:t>
        </w:r>
      </w:hyperlink>
      <w:r w:rsidRPr="00A4609D">
        <w:rPr>
          <w:rFonts w:ascii="Verdana" w:eastAsia="Times New Roman" w:hAnsi="Verdana" w:cs="Times New Roman"/>
          <w:lang w:eastAsia="cs-CZ"/>
        </w:rPr>
        <w:t xml:space="preserve"> (evidenční </w:t>
      </w:r>
      <w:r w:rsidR="00E360DB">
        <w:rPr>
          <w:rFonts w:ascii="Verdana" w:eastAsia="Times New Roman" w:hAnsi="Verdana" w:cs="Times New Roman"/>
          <w:lang w:eastAsia="cs-CZ"/>
        </w:rPr>
        <w:br/>
      </w:r>
      <w:r w:rsidRPr="00A4609D">
        <w:rPr>
          <w:rFonts w:ascii="Verdana" w:eastAsia="Times New Roman" w:hAnsi="Verdana" w:cs="Times New Roman"/>
          <w:lang w:eastAsia="cs-CZ"/>
        </w:rPr>
        <w:t>č. VZ Z2020-024049). Změny se týkají těchto ustanovení: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2.2):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>rušíme datum 1</w:t>
      </w:r>
      <w:r w:rsidR="00D4549C">
        <w:rPr>
          <w:rFonts w:ascii="Verdana" w:eastAsia="Times New Roman" w:hAnsi="Verdana" w:cs="Times New Roman"/>
          <w:lang w:eastAsia="cs-CZ"/>
        </w:rPr>
        <w:t>3</w:t>
      </w:r>
      <w:r w:rsidRPr="00A4609D">
        <w:rPr>
          <w:rFonts w:ascii="Verdana" w:eastAsia="Times New Roman" w:hAnsi="Verdana" w:cs="Times New Roman"/>
          <w:lang w:eastAsia="cs-CZ"/>
        </w:rPr>
        <w:t xml:space="preserve">. 8. 2020 v 10:00 hod. a nahrazujeme datem </w:t>
      </w:r>
      <w:r w:rsidR="00D14151">
        <w:rPr>
          <w:rFonts w:ascii="Verdana" w:eastAsia="Times New Roman" w:hAnsi="Verdana" w:cs="Times New Roman"/>
          <w:b/>
          <w:lang w:eastAsia="cs-CZ"/>
        </w:rPr>
        <w:t>30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>
        <w:rPr>
          <w:rFonts w:ascii="Verdana" w:eastAsia="Times New Roman" w:hAnsi="Verdana" w:cs="Times New Roman"/>
          <w:b/>
          <w:lang w:eastAsia="cs-CZ"/>
        </w:rPr>
        <w:t xml:space="preserve"> 10</w:t>
      </w:r>
      <w:r w:rsidRPr="00A4609D">
        <w:rPr>
          <w:rFonts w:ascii="Verdana" w:eastAsia="Times New Roman" w:hAnsi="Verdana" w:cs="Times New Roman"/>
          <w:b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hod.,</w:t>
      </w:r>
      <w:r w:rsidRPr="00A4609D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2.7): </w:t>
      </w:r>
    </w:p>
    <w:p w:rsidR="00AC586A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rušíme datum 13. 8. 2020 v 10:00 hod. a nahrazujeme datem </w:t>
      </w:r>
      <w:r w:rsidR="00D14151">
        <w:rPr>
          <w:rFonts w:ascii="Verdana" w:eastAsia="Times New Roman" w:hAnsi="Verdana" w:cs="Times New Roman"/>
          <w:b/>
          <w:lang w:eastAsia="cs-CZ"/>
        </w:rPr>
        <w:t>30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>
        <w:rPr>
          <w:rFonts w:ascii="Verdana" w:eastAsia="Times New Roman" w:hAnsi="Verdana" w:cs="Times New Roman"/>
          <w:b/>
          <w:lang w:eastAsia="cs-CZ"/>
        </w:rPr>
        <w:t xml:space="preserve"> 10</w:t>
      </w:r>
      <w:r w:rsidRPr="00A4609D">
        <w:rPr>
          <w:rFonts w:ascii="Verdana" w:eastAsia="Times New Roman" w:hAnsi="Verdana" w:cs="Times New Roman"/>
          <w:b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</w:t>
      </w:r>
    </w:p>
    <w:p w:rsidR="00AC586A" w:rsidRDefault="00AC586A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E654C4" w:rsidRDefault="00E654C4" w:rsidP="00E654C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2628F9" w:rsidRDefault="002628F9" w:rsidP="0080435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4609D" w:rsidRDefault="00A4609D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607BCA" w:rsidRDefault="00607BCA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607BCA" w:rsidRPr="00624C18" w:rsidRDefault="00607BCA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 </w:t>
      </w:r>
      <w:r w:rsidRPr="00A4609D">
        <w:rPr>
          <w:rFonts w:eastAsia="Calibri" w:cs="Times New Roman"/>
          <w:lang w:eastAsia="cs-CZ"/>
        </w:rPr>
        <w:t>Praze dne</w:t>
      </w:r>
      <w:r>
        <w:rPr>
          <w:rFonts w:eastAsia="Calibri" w:cs="Times New Roman"/>
          <w:lang w:eastAsia="cs-CZ"/>
        </w:rPr>
        <w:t xml:space="preserve"> </w:t>
      </w:r>
      <w:r w:rsidR="00D14151">
        <w:rPr>
          <w:rFonts w:eastAsia="Calibri" w:cs="Times New Roman"/>
          <w:lang w:eastAsia="cs-CZ"/>
        </w:rPr>
        <w:t>6</w:t>
      </w:r>
      <w:r>
        <w:rPr>
          <w:rFonts w:eastAsia="Calibri" w:cs="Times New Roman"/>
          <w:lang w:eastAsia="cs-CZ"/>
        </w:rPr>
        <w:t xml:space="preserve">. </w:t>
      </w:r>
      <w:r w:rsidR="00D14151">
        <w:rPr>
          <w:rFonts w:eastAsia="Calibri" w:cs="Times New Roman"/>
          <w:lang w:eastAsia="cs-CZ"/>
        </w:rPr>
        <w:t>10</w:t>
      </w:r>
      <w:r>
        <w:rPr>
          <w:rFonts w:eastAsia="Calibri" w:cs="Times New Roman"/>
          <w:lang w:eastAsia="cs-CZ"/>
        </w:rPr>
        <w:t>. 2020</w:t>
      </w: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921000" w:rsidRDefault="00921000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921000" w:rsidRDefault="00921000" w:rsidP="0092100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Ing. Karel Švejda, MBA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ředitel odboru investičního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2449</w:t>
      </w:r>
    </w:p>
    <w:p w:rsidR="00921000" w:rsidRDefault="00921000" w:rsidP="00921000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ze dne 11. 5. 2018</w:t>
      </w:r>
    </w:p>
    <w:p w:rsidR="00E654C4" w:rsidRPr="00112DF2" w:rsidRDefault="00921000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>Správa železnic, státní organizace</w:t>
      </w:r>
    </w:p>
    <w:sectPr w:rsidR="00E654C4" w:rsidRPr="00112DF2" w:rsidSect="0000049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AE" w:rsidRDefault="00F14CAE" w:rsidP="00962258">
      <w:pPr>
        <w:spacing w:after="0" w:line="240" w:lineRule="auto"/>
      </w:pPr>
      <w:r>
        <w:separator/>
      </w:r>
    </w:p>
  </w:endnote>
  <w:endnote w:type="continuationSeparator" w:id="0">
    <w:p w:rsidR="00F14CAE" w:rsidRDefault="00F14C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0F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0F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2E347A" wp14:editId="549FECD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E646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D9048" wp14:editId="38A4D9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2A76B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41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41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D9789B" wp14:editId="53F49B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B3F0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A101B69" wp14:editId="06F86C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FEA5F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AE" w:rsidRDefault="00F14CAE" w:rsidP="00962258">
      <w:pPr>
        <w:spacing w:after="0" w:line="240" w:lineRule="auto"/>
      </w:pPr>
      <w:r>
        <w:separator/>
      </w:r>
    </w:p>
  </w:footnote>
  <w:footnote w:type="continuationSeparator" w:id="0">
    <w:p w:rsidR="00F14CAE" w:rsidRDefault="00F14C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25A81C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5738E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 w15:restartNumberingAfterBreak="0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40CF"/>
    <w:multiLevelType w:val="hybridMultilevel"/>
    <w:tmpl w:val="1BE6CA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EB1E7F"/>
    <w:multiLevelType w:val="hybridMultilevel"/>
    <w:tmpl w:val="27F4150C"/>
    <w:lvl w:ilvl="0" w:tplc="9B7C6C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BA6678"/>
    <w:multiLevelType w:val="hybridMultilevel"/>
    <w:tmpl w:val="D7768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43B440E"/>
    <w:multiLevelType w:val="hybridMultilevel"/>
    <w:tmpl w:val="B0A0969A"/>
    <w:lvl w:ilvl="0" w:tplc="20CEE42A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7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1"/>
  </w:num>
  <w:num w:numId="18">
    <w:abstractNumId w:val="8"/>
  </w:num>
  <w:num w:numId="19">
    <w:abstractNumId w:val="34"/>
  </w:num>
  <w:num w:numId="20">
    <w:abstractNumId w:val="39"/>
  </w:num>
  <w:num w:numId="21">
    <w:abstractNumId w:val="32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30"/>
  </w:num>
  <w:num w:numId="27">
    <w:abstractNumId w:val="12"/>
  </w:num>
  <w:num w:numId="28">
    <w:abstractNumId w:val="10"/>
  </w:num>
  <w:num w:numId="29">
    <w:abstractNumId w:val="29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 w:numId="37">
    <w:abstractNumId w:val="28"/>
  </w:num>
  <w:num w:numId="38">
    <w:abstractNumId w:val="38"/>
  </w:num>
  <w:num w:numId="39">
    <w:abstractNumId w:val="36"/>
  </w:num>
  <w:num w:numId="40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3757B"/>
    <w:rsid w:val="00037C87"/>
    <w:rsid w:val="00072C1E"/>
    <w:rsid w:val="000A6273"/>
    <w:rsid w:val="000B2F30"/>
    <w:rsid w:val="000B3A82"/>
    <w:rsid w:val="000B6C7E"/>
    <w:rsid w:val="000B7907"/>
    <w:rsid w:val="000C0429"/>
    <w:rsid w:val="000C45E8"/>
    <w:rsid w:val="00111D76"/>
    <w:rsid w:val="00112DF2"/>
    <w:rsid w:val="00114472"/>
    <w:rsid w:val="00115532"/>
    <w:rsid w:val="00146456"/>
    <w:rsid w:val="00170EC5"/>
    <w:rsid w:val="001747C1"/>
    <w:rsid w:val="00176AD8"/>
    <w:rsid w:val="0018596A"/>
    <w:rsid w:val="00190C96"/>
    <w:rsid w:val="001B38FB"/>
    <w:rsid w:val="001B69C2"/>
    <w:rsid w:val="001C0612"/>
    <w:rsid w:val="001C3D1C"/>
    <w:rsid w:val="001C4DA0"/>
    <w:rsid w:val="001F4872"/>
    <w:rsid w:val="00200915"/>
    <w:rsid w:val="00207DF5"/>
    <w:rsid w:val="002363AE"/>
    <w:rsid w:val="00240083"/>
    <w:rsid w:val="00256063"/>
    <w:rsid w:val="00256467"/>
    <w:rsid w:val="002628F9"/>
    <w:rsid w:val="002642D2"/>
    <w:rsid w:val="00267369"/>
    <w:rsid w:val="0026785D"/>
    <w:rsid w:val="00281D13"/>
    <w:rsid w:val="002B06CF"/>
    <w:rsid w:val="002B2F0A"/>
    <w:rsid w:val="002C31BF"/>
    <w:rsid w:val="002E0CD7"/>
    <w:rsid w:val="002F026B"/>
    <w:rsid w:val="002F0F4D"/>
    <w:rsid w:val="002F7DCF"/>
    <w:rsid w:val="00357BC6"/>
    <w:rsid w:val="0037111D"/>
    <w:rsid w:val="003756B9"/>
    <w:rsid w:val="0038055F"/>
    <w:rsid w:val="00382D90"/>
    <w:rsid w:val="003956C6"/>
    <w:rsid w:val="003A0BB0"/>
    <w:rsid w:val="003A3618"/>
    <w:rsid w:val="003A6108"/>
    <w:rsid w:val="003B2BBD"/>
    <w:rsid w:val="003E6B9A"/>
    <w:rsid w:val="003E75CE"/>
    <w:rsid w:val="003E7BF6"/>
    <w:rsid w:val="003F2C2E"/>
    <w:rsid w:val="003F4DAD"/>
    <w:rsid w:val="00400F99"/>
    <w:rsid w:val="0041380F"/>
    <w:rsid w:val="00450F07"/>
    <w:rsid w:val="00453149"/>
    <w:rsid w:val="00453CD3"/>
    <w:rsid w:val="00455BC7"/>
    <w:rsid w:val="00460660"/>
    <w:rsid w:val="00460CCB"/>
    <w:rsid w:val="004615EE"/>
    <w:rsid w:val="00477370"/>
    <w:rsid w:val="004800E9"/>
    <w:rsid w:val="00486107"/>
    <w:rsid w:val="00491827"/>
    <w:rsid w:val="004926B0"/>
    <w:rsid w:val="004A7C69"/>
    <w:rsid w:val="004B0B5A"/>
    <w:rsid w:val="004B2F9F"/>
    <w:rsid w:val="004C4399"/>
    <w:rsid w:val="004C69ED"/>
    <w:rsid w:val="004C787C"/>
    <w:rsid w:val="004E616C"/>
    <w:rsid w:val="004F4B9B"/>
    <w:rsid w:val="00501654"/>
    <w:rsid w:val="00507E4F"/>
    <w:rsid w:val="005117D3"/>
    <w:rsid w:val="00511AB9"/>
    <w:rsid w:val="0051662F"/>
    <w:rsid w:val="00523EA7"/>
    <w:rsid w:val="00541F47"/>
    <w:rsid w:val="00542527"/>
    <w:rsid w:val="005506E0"/>
    <w:rsid w:val="00551D1F"/>
    <w:rsid w:val="00553375"/>
    <w:rsid w:val="00564449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607BCA"/>
    <w:rsid w:val="006104F6"/>
    <w:rsid w:val="0061068E"/>
    <w:rsid w:val="0061674D"/>
    <w:rsid w:val="00624C18"/>
    <w:rsid w:val="00660AD3"/>
    <w:rsid w:val="006A5570"/>
    <w:rsid w:val="006A689C"/>
    <w:rsid w:val="006B3D79"/>
    <w:rsid w:val="006B5A97"/>
    <w:rsid w:val="006D3AE2"/>
    <w:rsid w:val="006E0578"/>
    <w:rsid w:val="006E1598"/>
    <w:rsid w:val="006E314D"/>
    <w:rsid w:val="006E3EAB"/>
    <w:rsid w:val="006E7F06"/>
    <w:rsid w:val="006F11D5"/>
    <w:rsid w:val="00700FC2"/>
    <w:rsid w:val="00701580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D1815"/>
    <w:rsid w:val="007E1CEE"/>
    <w:rsid w:val="007E4A6E"/>
    <w:rsid w:val="007F56A7"/>
    <w:rsid w:val="0080435F"/>
    <w:rsid w:val="00807DD0"/>
    <w:rsid w:val="00812E69"/>
    <w:rsid w:val="00813F11"/>
    <w:rsid w:val="00825B0C"/>
    <w:rsid w:val="008302E6"/>
    <w:rsid w:val="00871912"/>
    <w:rsid w:val="00891334"/>
    <w:rsid w:val="008A3568"/>
    <w:rsid w:val="008B2E48"/>
    <w:rsid w:val="008D03B9"/>
    <w:rsid w:val="008E5F0E"/>
    <w:rsid w:val="008F145C"/>
    <w:rsid w:val="008F18D6"/>
    <w:rsid w:val="008F5346"/>
    <w:rsid w:val="00900ED8"/>
    <w:rsid w:val="00904780"/>
    <w:rsid w:val="009113A8"/>
    <w:rsid w:val="00921000"/>
    <w:rsid w:val="0092166E"/>
    <w:rsid w:val="00922385"/>
    <w:rsid w:val="009223DF"/>
    <w:rsid w:val="00923353"/>
    <w:rsid w:val="00934368"/>
    <w:rsid w:val="00936091"/>
    <w:rsid w:val="00937ADB"/>
    <w:rsid w:val="00940D8A"/>
    <w:rsid w:val="00962258"/>
    <w:rsid w:val="009678B7"/>
    <w:rsid w:val="00982411"/>
    <w:rsid w:val="00992D9C"/>
    <w:rsid w:val="00996CB8"/>
    <w:rsid w:val="009A7568"/>
    <w:rsid w:val="009A7C50"/>
    <w:rsid w:val="009B2E97"/>
    <w:rsid w:val="009B3C69"/>
    <w:rsid w:val="009B72CC"/>
    <w:rsid w:val="009C15F6"/>
    <w:rsid w:val="009D3C54"/>
    <w:rsid w:val="009D41D0"/>
    <w:rsid w:val="009D7950"/>
    <w:rsid w:val="009E07F4"/>
    <w:rsid w:val="009E48F0"/>
    <w:rsid w:val="009F392E"/>
    <w:rsid w:val="00A42249"/>
    <w:rsid w:val="00A44042"/>
    <w:rsid w:val="00A44328"/>
    <w:rsid w:val="00A44A17"/>
    <w:rsid w:val="00A4609D"/>
    <w:rsid w:val="00A6177B"/>
    <w:rsid w:val="00A66136"/>
    <w:rsid w:val="00A666DA"/>
    <w:rsid w:val="00A720D4"/>
    <w:rsid w:val="00AA4CBB"/>
    <w:rsid w:val="00AA65FA"/>
    <w:rsid w:val="00AA7351"/>
    <w:rsid w:val="00AA7F86"/>
    <w:rsid w:val="00AC586A"/>
    <w:rsid w:val="00AD056F"/>
    <w:rsid w:val="00AD1F27"/>
    <w:rsid w:val="00AD2773"/>
    <w:rsid w:val="00AD322B"/>
    <w:rsid w:val="00AD6731"/>
    <w:rsid w:val="00AE1DDE"/>
    <w:rsid w:val="00AF7957"/>
    <w:rsid w:val="00B07309"/>
    <w:rsid w:val="00B15B5E"/>
    <w:rsid w:val="00B15D0D"/>
    <w:rsid w:val="00B23CA3"/>
    <w:rsid w:val="00B3491A"/>
    <w:rsid w:val="00B411CD"/>
    <w:rsid w:val="00B45E9E"/>
    <w:rsid w:val="00B50AE1"/>
    <w:rsid w:val="00B55F9C"/>
    <w:rsid w:val="00B75EE1"/>
    <w:rsid w:val="00B77481"/>
    <w:rsid w:val="00B8518B"/>
    <w:rsid w:val="00BB16C5"/>
    <w:rsid w:val="00BB3740"/>
    <w:rsid w:val="00BB5891"/>
    <w:rsid w:val="00BC3F3D"/>
    <w:rsid w:val="00BC546B"/>
    <w:rsid w:val="00BD5319"/>
    <w:rsid w:val="00BD55D1"/>
    <w:rsid w:val="00BD7E91"/>
    <w:rsid w:val="00BE4798"/>
    <w:rsid w:val="00BF374D"/>
    <w:rsid w:val="00BF4924"/>
    <w:rsid w:val="00BF6D48"/>
    <w:rsid w:val="00C02D0A"/>
    <w:rsid w:val="00C03A6E"/>
    <w:rsid w:val="00C27CAB"/>
    <w:rsid w:val="00C30759"/>
    <w:rsid w:val="00C44F6A"/>
    <w:rsid w:val="00C56EF4"/>
    <w:rsid w:val="00C6237B"/>
    <w:rsid w:val="00C727E5"/>
    <w:rsid w:val="00C8207D"/>
    <w:rsid w:val="00C94060"/>
    <w:rsid w:val="00CB18D2"/>
    <w:rsid w:val="00CB7B5A"/>
    <w:rsid w:val="00CC00E6"/>
    <w:rsid w:val="00CC1E2B"/>
    <w:rsid w:val="00CD1FC4"/>
    <w:rsid w:val="00CE371D"/>
    <w:rsid w:val="00D02A4D"/>
    <w:rsid w:val="00D14151"/>
    <w:rsid w:val="00D21061"/>
    <w:rsid w:val="00D316A7"/>
    <w:rsid w:val="00D33B83"/>
    <w:rsid w:val="00D36EA8"/>
    <w:rsid w:val="00D4108E"/>
    <w:rsid w:val="00D4549C"/>
    <w:rsid w:val="00D47764"/>
    <w:rsid w:val="00D608D2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360DB"/>
    <w:rsid w:val="00E411D8"/>
    <w:rsid w:val="00E56B31"/>
    <w:rsid w:val="00E654C4"/>
    <w:rsid w:val="00E778E0"/>
    <w:rsid w:val="00E824F1"/>
    <w:rsid w:val="00EB0728"/>
    <w:rsid w:val="00EB104F"/>
    <w:rsid w:val="00EB4A17"/>
    <w:rsid w:val="00EC3C53"/>
    <w:rsid w:val="00ED14BD"/>
    <w:rsid w:val="00EE75F8"/>
    <w:rsid w:val="00EF418A"/>
    <w:rsid w:val="00F00A95"/>
    <w:rsid w:val="00F01440"/>
    <w:rsid w:val="00F07F8F"/>
    <w:rsid w:val="00F12DEC"/>
    <w:rsid w:val="00F1422A"/>
    <w:rsid w:val="00F14CAE"/>
    <w:rsid w:val="00F1715C"/>
    <w:rsid w:val="00F310F8"/>
    <w:rsid w:val="00F35939"/>
    <w:rsid w:val="00F41D5F"/>
    <w:rsid w:val="00F42993"/>
    <w:rsid w:val="00F438DD"/>
    <w:rsid w:val="00F45607"/>
    <w:rsid w:val="00F52388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F1CD0FF"/>
  <w14:defaultImageDpi w14:val="32767"/>
  <w15:docId w15:val="{4ADB331B-A367-4E61-9861-0336D002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27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B2789B-F41F-4899-A4C9-89D328B0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11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6</cp:revision>
  <cp:lastPrinted>2020-09-04T05:15:00Z</cp:lastPrinted>
  <dcterms:created xsi:type="dcterms:W3CDTF">2020-09-21T13:10:00Z</dcterms:created>
  <dcterms:modified xsi:type="dcterms:W3CDTF">2020-10-06T05:29:00Z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